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95D0E" w14:textId="17FA00C3" w:rsidR="00B67D39" w:rsidRDefault="000D24FD" w:rsidP="00507295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D921A7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C5B2991" w14:textId="77777777" w:rsidR="00957B81" w:rsidRPr="006B56FD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05694B8" w14:textId="77777777" w:rsidR="00957B81" w:rsidRPr="006B56FD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1493FFD5" w14:textId="77777777" w:rsidR="00957B81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</w:t>
            </w:r>
          </w:p>
          <w:p w14:paraId="0CCA4F92" w14:textId="77777777" w:rsidR="00957B81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Oddział </w:t>
            </w:r>
            <w:r w:rsidRPr="008A06EE">
              <w:rPr>
                <w:rFonts w:asciiTheme="minorHAnsi" w:hAnsiTheme="minorHAnsi" w:cstheme="minorHAnsi"/>
                <w:b/>
              </w:rPr>
              <w:t>Białystok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485B56EE" w14:textId="77777777" w:rsidR="00957B81" w:rsidRPr="00E2272D" w:rsidRDefault="00957B81" w:rsidP="00957B81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3F4CA6ED" w14:textId="7322D203" w:rsidR="00B67D39" w:rsidRPr="006B56FD" w:rsidRDefault="00957B81" w:rsidP="00957B8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396B949A" w14:textId="5DF687AE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374FBE27" w14:textId="729244BE" w:rsidR="00A62B4C" w:rsidRDefault="000D24FD" w:rsidP="0050729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706424D5" w14:textId="77777777" w:rsidR="00507295" w:rsidRPr="00507295" w:rsidRDefault="00507295" w:rsidP="0050729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2C9EDD55" w14:textId="09AEC4AB" w:rsidR="003D6C0D" w:rsidRDefault="000D24FD" w:rsidP="003D6C0D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E70EB2" w:rsidRPr="00E66E5C">
        <w:rPr>
          <w:rFonts w:cstheme="minorHAnsi"/>
          <w:b/>
          <w:bCs/>
        </w:rPr>
        <w:t>POST/DYS/OB/GZ/00214/2026</w:t>
      </w:r>
      <w:r w:rsidR="003D6C0D">
        <w:rPr>
          <w:rFonts w:cstheme="minorHAnsi"/>
          <w:b/>
          <w:bCs/>
        </w:rPr>
        <w:t xml:space="preserve">, </w:t>
      </w:r>
      <w:r w:rsidRPr="000D24FD">
        <w:rPr>
          <w:rFonts w:cstheme="minorHAnsi"/>
          <w:lang w:eastAsia="pl-PL"/>
        </w:rPr>
        <w:t xml:space="preserve">prowadzonym w trybie przetargu nieograniczonego pn. </w:t>
      </w:r>
      <w:r w:rsidR="00E70EB2" w:rsidRPr="00E66E5C">
        <w:rPr>
          <w:rFonts w:cstheme="minorHAnsi"/>
          <w:b/>
        </w:rPr>
        <w:t xml:space="preserve">Wymiany linii kablowej </w:t>
      </w:r>
      <w:proofErr w:type="spellStart"/>
      <w:r w:rsidR="00E70EB2" w:rsidRPr="00E66E5C">
        <w:rPr>
          <w:rFonts w:cstheme="minorHAnsi"/>
          <w:b/>
        </w:rPr>
        <w:t>nN</w:t>
      </w:r>
      <w:proofErr w:type="spellEnd"/>
      <w:r w:rsidR="00E70EB2" w:rsidRPr="00E66E5C">
        <w:rPr>
          <w:rFonts w:cstheme="minorHAnsi"/>
          <w:b/>
        </w:rPr>
        <w:t xml:space="preserve"> na terenie działalności PGE Dystrybucja S.A. Oddział Białystok RE Suwałki</w:t>
      </w:r>
      <w:r w:rsidRPr="000D24FD">
        <w:rPr>
          <w:rFonts w:cstheme="minorHAnsi"/>
          <w:b/>
        </w:rPr>
        <w:t xml:space="preserve">, </w:t>
      </w:r>
      <w:r w:rsidRPr="00F47ABB">
        <w:rPr>
          <w:rFonts w:cstheme="minorHAnsi"/>
          <w:lang w:eastAsia="pl-PL"/>
        </w:rPr>
        <w:t xml:space="preserve">oświadczamy, </w:t>
      </w:r>
      <w:r w:rsidRPr="00F47ABB">
        <w:rPr>
          <w:rFonts w:cstheme="minorHAnsi"/>
          <w:bCs/>
          <w:lang w:eastAsia="pl-PL"/>
        </w:rPr>
        <w:t>że</w:t>
      </w:r>
      <w:r w:rsidR="00F47ABB">
        <w:rPr>
          <w:rFonts w:cstheme="minorHAnsi"/>
          <w:lang w:eastAsia="pl-PL"/>
        </w:rPr>
        <w:t>:</w:t>
      </w:r>
    </w:p>
    <w:p w14:paraId="4B1E490E" w14:textId="77777777" w:rsidR="00E70EB2" w:rsidRPr="00D054BD" w:rsidRDefault="00E70EB2" w:rsidP="00E70EB2">
      <w:pPr>
        <w:pStyle w:val="Akapitzlist"/>
        <w:numPr>
          <w:ilvl w:val="0"/>
          <w:numId w:val="32"/>
        </w:numPr>
        <w:spacing w:before="120" w:after="120"/>
        <w:jc w:val="both"/>
        <w:rPr>
          <w:rFonts w:ascii="Verdana" w:hAnsi="Verdana" w:cstheme="minorHAnsi"/>
          <w:snapToGrid w:val="0"/>
          <w:szCs w:val="18"/>
          <w:lang w:eastAsia="pl-PL"/>
        </w:rPr>
      </w:pPr>
      <w:r w:rsidRPr="00D054BD">
        <w:rPr>
          <w:rFonts w:ascii="Verdana" w:hAnsi="Verdana" w:cstheme="minorHAnsi"/>
          <w:snapToGrid w:val="0"/>
          <w:szCs w:val="18"/>
          <w:lang w:eastAsia="pl-PL"/>
        </w:rPr>
        <w:t>w okresie ostatnich 5</w:t>
      </w:r>
      <w:r>
        <w:rPr>
          <w:rFonts w:ascii="Verdana" w:hAnsi="Verdana" w:cstheme="minorHAnsi"/>
          <w:snapToGrid w:val="0"/>
          <w:szCs w:val="18"/>
          <w:lang w:eastAsia="pl-PL"/>
        </w:rPr>
        <w:t xml:space="preserve"> </w:t>
      </w:r>
      <w:r w:rsidRPr="00D054BD">
        <w:rPr>
          <w:rFonts w:ascii="Verdana" w:hAnsi="Verdana" w:cstheme="minorHAnsi"/>
          <w:snapToGrid w:val="0"/>
          <w:szCs w:val="18"/>
          <w:lang w:eastAsia="pl-PL"/>
        </w:rPr>
        <w:t>lat przed upływem terminu składania ofert, a jeżeli okres</w:t>
      </w:r>
      <w:r>
        <w:rPr>
          <w:rFonts w:ascii="Verdana" w:hAnsi="Verdana" w:cstheme="minorHAnsi"/>
          <w:snapToGrid w:val="0"/>
          <w:szCs w:val="18"/>
          <w:lang w:eastAsia="pl-PL"/>
        </w:rPr>
        <w:t xml:space="preserve"> </w:t>
      </w:r>
      <w:r w:rsidRPr="00D054BD">
        <w:rPr>
          <w:rFonts w:ascii="Verdana" w:hAnsi="Verdana" w:cstheme="minorHAnsi"/>
          <w:snapToGrid w:val="0"/>
          <w:szCs w:val="18"/>
          <w:lang w:eastAsia="pl-PL"/>
        </w:rPr>
        <w:t>prowadzenia działalności jest krótszy – w tym okresie,</w:t>
      </w:r>
      <w:r>
        <w:rPr>
          <w:rFonts w:ascii="Verdana" w:hAnsi="Verdana" w:cstheme="minorHAnsi"/>
          <w:snapToGrid w:val="0"/>
          <w:szCs w:val="18"/>
          <w:lang w:eastAsia="pl-PL"/>
        </w:rPr>
        <w:t xml:space="preserve"> </w:t>
      </w:r>
      <w:r w:rsidRPr="00D054BD">
        <w:rPr>
          <w:rFonts w:ascii="Verdana" w:hAnsi="Verdana" w:cstheme="minorHAnsi"/>
          <w:snapToGrid w:val="0"/>
          <w:szCs w:val="18"/>
          <w:lang w:eastAsia="pl-PL"/>
        </w:rPr>
        <w:t>zrealizowali minimum 3 roboty budowlane w branży</w:t>
      </w:r>
      <w:r>
        <w:rPr>
          <w:rFonts w:ascii="Verdana" w:hAnsi="Verdana" w:cstheme="minorHAnsi"/>
          <w:snapToGrid w:val="0"/>
          <w:szCs w:val="18"/>
          <w:lang w:eastAsia="pl-PL"/>
        </w:rPr>
        <w:t xml:space="preserve"> </w:t>
      </w:r>
      <w:r w:rsidRPr="00D054BD">
        <w:rPr>
          <w:rFonts w:ascii="Verdana" w:hAnsi="Verdana" w:cstheme="minorHAnsi"/>
          <w:snapToGrid w:val="0"/>
          <w:szCs w:val="18"/>
          <w:lang w:eastAsia="pl-PL"/>
        </w:rPr>
        <w:t xml:space="preserve">elektroenergetycznej w zakresie sieci </w:t>
      </w:r>
      <w:proofErr w:type="spellStart"/>
      <w:r w:rsidRPr="00D054BD">
        <w:rPr>
          <w:rFonts w:ascii="Verdana" w:hAnsi="Verdana" w:cstheme="minorHAnsi"/>
          <w:snapToGrid w:val="0"/>
          <w:szCs w:val="18"/>
          <w:lang w:eastAsia="pl-PL"/>
        </w:rPr>
        <w:t>nN.</w:t>
      </w:r>
      <w:proofErr w:type="spellEnd"/>
    </w:p>
    <w:tbl>
      <w:tblPr>
        <w:tblW w:w="9498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560"/>
        <w:gridCol w:w="1559"/>
        <w:gridCol w:w="1559"/>
        <w:gridCol w:w="2126"/>
      </w:tblGrid>
      <w:tr w:rsidR="00507295" w:rsidRPr="00507295" w14:paraId="593DB97E" w14:textId="77777777" w:rsidTr="00AC7EAA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556C9D31" w14:textId="77777777" w:rsidR="00507295" w:rsidRPr="00E456B7" w:rsidRDefault="00507295" w:rsidP="00AC7EAA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E456B7">
              <w:rPr>
                <w:rFonts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2D7467B" w14:textId="77777777" w:rsidR="00507295" w:rsidRPr="00E456B7" w:rsidRDefault="00507295" w:rsidP="00AC7EAA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</w:p>
          <w:p w14:paraId="57B7A2D1" w14:textId="77777777" w:rsidR="00507295" w:rsidRPr="00E456B7" w:rsidRDefault="00507295" w:rsidP="00AC7EAA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E456B7">
              <w:rPr>
                <w:rFonts w:cstheme="minorHAnsi"/>
                <w:b/>
                <w:sz w:val="14"/>
                <w:szCs w:val="14"/>
              </w:rPr>
              <w:t>Przedmiot zakupu</w:t>
            </w:r>
          </w:p>
          <w:p w14:paraId="3AEE065D" w14:textId="77777777" w:rsidR="00507295" w:rsidRPr="00E456B7" w:rsidRDefault="00507295" w:rsidP="00AC7EAA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587700D7" w14:textId="77777777" w:rsidR="00507295" w:rsidRPr="00E456B7" w:rsidRDefault="00507295" w:rsidP="00AC7EAA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</w:p>
          <w:p w14:paraId="686816E3" w14:textId="77777777" w:rsidR="00507295" w:rsidRPr="00E456B7" w:rsidRDefault="00507295" w:rsidP="00AC7EAA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E456B7">
              <w:rPr>
                <w:rFonts w:cstheme="minorHAnsi"/>
                <w:b/>
                <w:sz w:val="14"/>
                <w:szCs w:val="14"/>
              </w:rPr>
              <w:t xml:space="preserve">Zakres rzeczowy zrealizowanych dokumentacji projektowych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7C42FA0C" w14:textId="77777777" w:rsidR="00507295" w:rsidRPr="00E456B7" w:rsidRDefault="00507295" w:rsidP="00AC7EAA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E456B7">
              <w:rPr>
                <w:rFonts w:cstheme="minorHAnsi"/>
                <w:b/>
                <w:sz w:val="14"/>
                <w:szCs w:val="14"/>
              </w:rPr>
              <w:t xml:space="preserve">Termin  realizacji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07F9AAB" w14:textId="77777777" w:rsidR="00507295" w:rsidRPr="00E456B7" w:rsidRDefault="00507295" w:rsidP="00AC7EAA">
            <w:pPr>
              <w:jc w:val="center"/>
              <w:rPr>
                <w:rFonts w:cstheme="minorHAnsi"/>
                <w:b/>
                <w:sz w:val="14"/>
                <w:szCs w:val="14"/>
                <w:lang w:eastAsia="pl-PL"/>
              </w:rPr>
            </w:pPr>
            <w:r w:rsidRPr="00E456B7">
              <w:rPr>
                <w:rFonts w:cstheme="minorHAnsi"/>
                <w:b/>
                <w:sz w:val="14"/>
                <w:szCs w:val="14"/>
                <w:lang w:eastAsia="pl-PL"/>
              </w:rPr>
              <w:t>Nazwa Odbiorcy</w:t>
            </w:r>
          </w:p>
          <w:p w14:paraId="2A5D52C9" w14:textId="77777777" w:rsidR="00507295" w:rsidRPr="00E456B7" w:rsidRDefault="00507295" w:rsidP="00AC7EAA">
            <w:pPr>
              <w:jc w:val="center"/>
              <w:rPr>
                <w:rFonts w:cstheme="minorHAnsi"/>
                <w:i/>
                <w:sz w:val="14"/>
                <w:szCs w:val="14"/>
                <w:lang w:eastAsia="pl-PL"/>
              </w:rPr>
            </w:pPr>
            <w:r w:rsidRPr="00E456B7">
              <w:rPr>
                <w:rFonts w:cstheme="minorHAnsi"/>
                <w:i/>
                <w:sz w:val="14"/>
                <w:szCs w:val="14"/>
                <w:lang w:eastAsia="pl-PL"/>
              </w:rPr>
              <w:t>(wraz z adresem i nr telefonu)</w:t>
            </w:r>
          </w:p>
        </w:tc>
      </w:tr>
      <w:tr w:rsidR="00507295" w:rsidRPr="00507295" w14:paraId="298B3F1B" w14:textId="77777777" w:rsidTr="00AC7EAA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3001F3C3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55F14346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23AEC08E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021DBF30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507295">
              <w:rPr>
                <w:rFonts w:cstheme="minorHAnsi"/>
                <w:i/>
                <w:sz w:val="16"/>
                <w:szCs w:val="16"/>
              </w:rPr>
              <w:t>Data</w:t>
            </w:r>
          </w:p>
          <w:p w14:paraId="4A3C3F5F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507295">
              <w:rPr>
                <w:rFonts w:cstheme="minorHAnsi"/>
                <w:i/>
                <w:sz w:val="16"/>
                <w:szCs w:val="16"/>
              </w:rPr>
              <w:t>Rozpoczęcia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0457FC6E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507295">
              <w:rPr>
                <w:rFonts w:cstheme="minorHAnsi"/>
                <w:i/>
                <w:sz w:val="16"/>
                <w:szCs w:val="16"/>
              </w:rPr>
              <w:t>Data</w:t>
            </w:r>
          </w:p>
          <w:p w14:paraId="3E7BB511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507295">
              <w:rPr>
                <w:rFonts w:cstheme="minorHAnsi"/>
                <w:i/>
                <w:sz w:val="16"/>
                <w:szCs w:val="16"/>
              </w:rPr>
              <w:t>zakończenia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E345B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</w:tr>
      <w:tr w:rsidR="00507295" w:rsidRPr="00507295" w14:paraId="51A875F4" w14:textId="77777777" w:rsidTr="00AC7EAA">
        <w:trPr>
          <w:trHeight w:val="843"/>
        </w:trPr>
        <w:tc>
          <w:tcPr>
            <w:tcW w:w="568" w:type="dxa"/>
            <w:vAlign w:val="center"/>
          </w:tcPr>
          <w:p w14:paraId="5E00C38D" w14:textId="77777777" w:rsidR="00507295" w:rsidRPr="00507295" w:rsidRDefault="00507295" w:rsidP="00AC7EA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5E5AE2C5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5FBA84A5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center"/>
          </w:tcPr>
          <w:p w14:paraId="117F890F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9B321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9D90C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3D6C0D" w:rsidRPr="00507295" w14:paraId="53668F5C" w14:textId="77777777" w:rsidTr="00AC7EAA">
        <w:trPr>
          <w:trHeight w:val="843"/>
        </w:trPr>
        <w:tc>
          <w:tcPr>
            <w:tcW w:w="568" w:type="dxa"/>
            <w:vAlign w:val="center"/>
          </w:tcPr>
          <w:p w14:paraId="17D08346" w14:textId="77777777" w:rsidR="003D6C0D" w:rsidRPr="00507295" w:rsidRDefault="003D6C0D" w:rsidP="00AC7EA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3548CC41" w14:textId="77777777" w:rsidR="003D6C0D" w:rsidRPr="00507295" w:rsidRDefault="003D6C0D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44D09974" w14:textId="77777777" w:rsidR="003D6C0D" w:rsidRPr="00507295" w:rsidRDefault="003D6C0D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center"/>
          </w:tcPr>
          <w:p w14:paraId="119BC7B1" w14:textId="77777777" w:rsidR="003D6C0D" w:rsidRPr="00507295" w:rsidRDefault="003D6C0D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488EE5" w14:textId="77777777" w:rsidR="003D6C0D" w:rsidRPr="00507295" w:rsidRDefault="003D6C0D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EA682" w14:textId="77777777" w:rsidR="003D6C0D" w:rsidRPr="00507295" w:rsidRDefault="003D6C0D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507295" w:rsidRPr="00507295" w14:paraId="48FDBCF9" w14:textId="77777777" w:rsidTr="00AC7EAA">
        <w:trPr>
          <w:trHeight w:val="843"/>
        </w:trPr>
        <w:tc>
          <w:tcPr>
            <w:tcW w:w="568" w:type="dxa"/>
            <w:vAlign w:val="center"/>
          </w:tcPr>
          <w:p w14:paraId="46C1EE40" w14:textId="77777777" w:rsidR="00507295" w:rsidRPr="00507295" w:rsidRDefault="00507295" w:rsidP="00AC7EA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18DDFA93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E28D68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578482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32BC6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2F56B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</w:tbl>
    <w:p w14:paraId="3D2236B4" w14:textId="78200CFE" w:rsidR="00507295" w:rsidRPr="00507295" w:rsidRDefault="00507295" w:rsidP="00DC202A">
      <w:pPr>
        <w:widowControl w:val="0"/>
        <w:snapToGrid w:val="0"/>
        <w:ind w:right="170"/>
        <w:jc w:val="both"/>
        <w:rPr>
          <w:rFonts w:cstheme="minorHAnsi"/>
          <w:sz w:val="16"/>
          <w:szCs w:val="16"/>
          <w:lang w:eastAsia="pl-PL"/>
        </w:rPr>
      </w:pPr>
      <w:r w:rsidRPr="00507295">
        <w:rPr>
          <w:rFonts w:cstheme="minorHAnsi"/>
          <w:i/>
          <w:sz w:val="16"/>
          <w:szCs w:val="16"/>
        </w:rPr>
        <w:t>UWAGA: Należy dostosować ilość wierszy do ilości wykazywanych zamówień</w:t>
      </w:r>
    </w:p>
    <w:p w14:paraId="77198881" w14:textId="77777777" w:rsidR="00507295" w:rsidRPr="004B4556" w:rsidRDefault="00507295" w:rsidP="00507295">
      <w:pPr>
        <w:spacing w:before="120"/>
        <w:ind w:left="-284" w:right="-569"/>
        <w:outlineLvl w:val="0"/>
        <w:rPr>
          <w:rFonts w:cstheme="minorHAnsi"/>
          <w:i/>
          <w:sz w:val="20"/>
        </w:rPr>
      </w:pPr>
    </w:p>
    <w:p w14:paraId="2996A218" w14:textId="77777777" w:rsidR="00507295" w:rsidRPr="004B4556" w:rsidRDefault="00507295" w:rsidP="00507295">
      <w:pPr>
        <w:spacing w:before="120"/>
        <w:ind w:right="28"/>
        <w:outlineLvl w:val="0"/>
        <w:rPr>
          <w:rFonts w:cstheme="minorHAnsi"/>
          <w:i/>
          <w:sz w:val="20"/>
        </w:rPr>
      </w:pPr>
      <w:r w:rsidRPr="004B4556">
        <w:rPr>
          <w:rFonts w:cstheme="minorHAnsi"/>
          <w:sz w:val="20"/>
        </w:rPr>
        <w:t xml:space="preserve">Do niniejszego wykazu dołączamy dowody potwierdzające, że ww. </w:t>
      </w:r>
      <w:r>
        <w:rPr>
          <w:rFonts w:cstheme="minorHAnsi"/>
          <w:sz w:val="20"/>
        </w:rPr>
        <w:t>zamówienia</w:t>
      </w:r>
      <w:r w:rsidRPr="004B4556">
        <w:rPr>
          <w:rFonts w:cstheme="minorHAnsi"/>
          <w:sz w:val="20"/>
        </w:rPr>
        <w:t xml:space="preserve"> zostały wykonane lub są wykonywane należycie.</w:t>
      </w:r>
    </w:p>
    <w:p w14:paraId="05E59956" w14:textId="794FB2E2" w:rsidR="00507295" w:rsidRDefault="00507295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33AD676B" w14:textId="652F8286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BEDF9C3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7ABB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6C729D55" w14:textId="77777777" w:rsidR="003D6C0D" w:rsidRPr="006E100D" w:rsidRDefault="003D6C0D" w:rsidP="003D6C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3C9254C9" w:rsidR="00347E8D" w:rsidRPr="006B2C28" w:rsidRDefault="00E70EB2" w:rsidP="003D6C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AC1502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POST/DYS/OB/GZ/00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214</w:t>
          </w:r>
          <w:r w:rsidRPr="00AC1502">
            <w:rPr>
              <w:rFonts w:asciiTheme="majorHAnsi" w:hAnsiTheme="majorHAnsi"/>
              <w:color w:val="000000" w:themeColor="text1"/>
              <w:sz w:val="14"/>
              <w:szCs w:val="18"/>
            </w:rPr>
            <w:t>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BB3C0AE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3BB3C0AE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866E9"/>
    <w:multiLevelType w:val="hybridMultilevel"/>
    <w:tmpl w:val="93D04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6026B8"/>
    <w:multiLevelType w:val="hybridMultilevel"/>
    <w:tmpl w:val="A31622C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C21280"/>
    <w:multiLevelType w:val="hybridMultilevel"/>
    <w:tmpl w:val="C5909B0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5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7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0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CA151F"/>
    <w:multiLevelType w:val="hybridMultilevel"/>
    <w:tmpl w:val="78CEF7D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35238D"/>
    <w:multiLevelType w:val="hybridMultilevel"/>
    <w:tmpl w:val="108E79E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2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059546557">
    <w:abstractNumId w:val="20"/>
  </w:num>
  <w:num w:numId="2" w16cid:durableId="2089378445">
    <w:abstractNumId w:val="8"/>
  </w:num>
  <w:num w:numId="3" w16cid:durableId="1827277703">
    <w:abstractNumId w:val="15"/>
  </w:num>
  <w:num w:numId="4" w16cid:durableId="730076468">
    <w:abstractNumId w:val="22"/>
  </w:num>
  <w:num w:numId="5" w16cid:durableId="1372414821">
    <w:abstractNumId w:val="20"/>
  </w:num>
  <w:num w:numId="6" w16cid:durableId="884371938">
    <w:abstractNumId w:val="20"/>
  </w:num>
  <w:num w:numId="7" w16cid:durableId="226693475">
    <w:abstractNumId w:val="4"/>
  </w:num>
  <w:num w:numId="8" w16cid:durableId="1259216088">
    <w:abstractNumId w:val="31"/>
  </w:num>
  <w:num w:numId="9" w16cid:durableId="1173762457">
    <w:abstractNumId w:val="19"/>
  </w:num>
  <w:num w:numId="10" w16cid:durableId="507788022">
    <w:abstractNumId w:val="5"/>
  </w:num>
  <w:num w:numId="11" w16cid:durableId="1716470538">
    <w:abstractNumId w:val="16"/>
  </w:num>
  <w:num w:numId="12" w16cid:durableId="835414202">
    <w:abstractNumId w:val="14"/>
  </w:num>
  <w:num w:numId="13" w16cid:durableId="58209804">
    <w:abstractNumId w:val="30"/>
  </w:num>
  <w:num w:numId="14" w16cid:durableId="1955087395">
    <w:abstractNumId w:val="24"/>
  </w:num>
  <w:num w:numId="15" w16cid:durableId="490220511">
    <w:abstractNumId w:val="18"/>
  </w:num>
  <w:num w:numId="16" w16cid:durableId="1808280804">
    <w:abstractNumId w:val="11"/>
  </w:num>
  <w:num w:numId="17" w16cid:durableId="1962568586">
    <w:abstractNumId w:val="6"/>
  </w:num>
  <w:num w:numId="18" w16cid:durableId="1917655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13272955">
    <w:abstractNumId w:val="0"/>
  </w:num>
  <w:num w:numId="20" w16cid:durableId="1093626727">
    <w:abstractNumId w:val="32"/>
  </w:num>
  <w:num w:numId="21" w16cid:durableId="988443324">
    <w:abstractNumId w:val="1"/>
  </w:num>
  <w:num w:numId="22" w16cid:durableId="769008601">
    <w:abstractNumId w:val="17"/>
  </w:num>
  <w:num w:numId="23" w16cid:durableId="1485855861">
    <w:abstractNumId w:val="13"/>
  </w:num>
  <w:num w:numId="24" w16cid:durableId="781463491">
    <w:abstractNumId w:val="23"/>
  </w:num>
  <w:num w:numId="25" w16cid:durableId="409697502">
    <w:abstractNumId w:val="29"/>
  </w:num>
  <w:num w:numId="26" w16cid:durableId="543979491">
    <w:abstractNumId w:val="2"/>
  </w:num>
  <w:num w:numId="27" w16cid:durableId="1402557628">
    <w:abstractNumId w:val="28"/>
  </w:num>
  <w:num w:numId="28" w16cid:durableId="1942181063">
    <w:abstractNumId w:val="26"/>
  </w:num>
  <w:num w:numId="29" w16cid:durableId="145794407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00376318">
    <w:abstractNumId w:val="21"/>
  </w:num>
  <w:num w:numId="31" w16cid:durableId="885213816">
    <w:abstractNumId w:val="9"/>
  </w:num>
  <w:num w:numId="32" w16cid:durableId="55397499">
    <w:abstractNumId w:val="25"/>
  </w:num>
  <w:num w:numId="33" w16cid:durableId="483744934">
    <w:abstractNumId w:val="12"/>
  </w:num>
  <w:num w:numId="34" w16cid:durableId="22680507">
    <w:abstractNumId w:val="3"/>
  </w:num>
  <w:num w:numId="35" w16cid:durableId="21248963">
    <w:abstractNumId w:val="2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45EA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0D"/>
    <w:rsid w:val="003D6C11"/>
    <w:rsid w:val="003E050D"/>
    <w:rsid w:val="003E3CCB"/>
    <w:rsid w:val="003E59DD"/>
    <w:rsid w:val="003F132F"/>
    <w:rsid w:val="003F257A"/>
    <w:rsid w:val="0040028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07295"/>
    <w:rsid w:val="00520308"/>
    <w:rsid w:val="00535E9B"/>
    <w:rsid w:val="005453F1"/>
    <w:rsid w:val="00551FB7"/>
    <w:rsid w:val="005563FF"/>
    <w:rsid w:val="00562090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360F4"/>
    <w:rsid w:val="0065322E"/>
    <w:rsid w:val="00655DA8"/>
    <w:rsid w:val="00660237"/>
    <w:rsid w:val="00670CE4"/>
    <w:rsid w:val="0067116D"/>
    <w:rsid w:val="0067572D"/>
    <w:rsid w:val="006775EE"/>
    <w:rsid w:val="00680F7C"/>
    <w:rsid w:val="00695A6D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7B81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677F9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1883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7ECA"/>
    <w:rsid w:val="00BC3599"/>
    <w:rsid w:val="00BD1D08"/>
    <w:rsid w:val="00BE0AE4"/>
    <w:rsid w:val="00BE38BB"/>
    <w:rsid w:val="00C003C6"/>
    <w:rsid w:val="00C02D28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A6C75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21A7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6B7"/>
    <w:rsid w:val="00E45F98"/>
    <w:rsid w:val="00E56B47"/>
    <w:rsid w:val="00E66F4B"/>
    <w:rsid w:val="00E706C2"/>
    <w:rsid w:val="00E70EB2"/>
    <w:rsid w:val="00E72CD1"/>
    <w:rsid w:val="00E8041E"/>
    <w:rsid w:val="00E92F67"/>
    <w:rsid w:val="00E95B91"/>
    <w:rsid w:val="00E96B09"/>
    <w:rsid w:val="00EA6557"/>
    <w:rsid w:val="00EA6B97"/>
    <w:rsid w:val="00EB216E"/>
    <w:rsid w:val="00EC07C0"/>
    <w:rsid w:val="00EC22FA"/>
    <w:rsid w:val="00EC30C5"/>
    <w:rsid w:val="00EC6334"/>
    <w:rsid w:val="00ED2FD4"/>
    <w:rsid w:val="00EE5E2C"/>
    <w:rsid w:val="00F01E75"/>
    <w:rsid w:val="00F21DD8"/>
    <w:rsid w:val="00F25128"/>
    <w:rsid w:val="00F32BD1"/>
    <w:rsid w:val="00F377D2"/>
    <w:rsid w:val="00F4718C"/>
    <w:rsid w:val="00F47ABB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F6CF8B-27AA-4EFE-B124-B793BFBE10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3B3F39-C648-4DDA-8112-5BD84859F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19</TotalTime>
  <Pages>1</Pages>
  <Words>189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Niemyjska Karolina [PGE Dystr. O.Białystok]</cp:lastModifiedBy>
  <cp:revision>6</cp:revision>
  <cp:lastPrinted>2024-07-15T11:21:00Z</cp:lastPrinted>
  <dcterms:created xsi:type="dcterms:W3CDTF">2025-07-29T07:58:00Z</dcterms:created>
  <dcterms:modified xsi:type="dcterms:W3CDTF">2026-01-28T12:47:00Z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